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EA6" w:rsidRDefault="00DB4EA6" w:rsidP="00DB4EA6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DB4EA6" w:rsidRPr="008273DD" w:rsidRDefault="00DB4EA6" w:rsidP="00DB4EA6">
      <w:pPr>
        <w:rPr>
          <w:sz w:val="32"/>
          <w:szCs w:val="32"/>
        </w:rPr>
      </w:pPr>
      <w:bookmarkStart w:id="0" w:name="_GoBack"/>
      <w:bookmarkEnd w:id="0"/>
    </w:p>
    <w:p w:rsidR="00F22C36" w:rsidRPr="00F22C36" w:rsidRDefault="00F22C36" w:rsidP="00F22C36">
      <w:pPr>
        <w:pStyle w:val="berschrift4"/>
        <w:spacing w:line="360" w:lineRule="auto"/>
        <w:rPr>
          <w:sz w:val="32"/>
          <w:szCs w:val="32"/>
        </w:rPr>
      </w:pPr>
      <w:r w:rsidRPr="00F22C36">
        <w:rPr>
          <w:sz w:val="32"/>
          <w:szCs w:val="32"/>
        </w:rPr>
        <w:t>Aufgabe 8</w:t>
      </w:r>
    </w:p>
    <w:p w:rsidR="00F22C36" w:rsidRPr="00F22C36" w:rsidRDefault="00F22C36" w:rsidP="00F22C36">
      <w:pPr>
        <w:spacing w:line="360" w:lineRule="auto"/>
        <w:rPr>
          <w:sz w:val="32"/>
          <w:szCs w:val="32"/>
        </w:rPr>
      </w:pPr>
      <w:r w:rsidRPr="00F22C36">
        <w:rPr>
          <w:sz w:val="32"/>
          <w:szCs w:val="32"/>
        </w:rPr>
        <w:t>Max hat begonnen, ein Dreieck an der Geraden g zu spiegeln.</w:t>
      </w:r>
    </w:p>
    <w:p w:rsidR="00F22C36" w:rsidRPr="00F22C36" w:rsidRDefault="00F22C36" w:rsidP="00F22C36">
      <w:pPr>
        <w:pStyle w:val="Liste"/>
        <w:spacing w:line="360" w:lineRule="auto"/>
        <w:rPr>
          <w:rFonts w:eastAsia="Times New Roman"/>
          <w:sz w:val="32"/>
          <w:szCs w:val="32"/>
          <w:lang w:eastAsia="de-DE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3301577</wp:posOffset>
                </wp:positionH>
                <wp:positionV relativeFrom="paragraph">
                  <wp:posOffset>160232</wp:posOffset>
                </wp:positionV>
                <wp:extent cx="4983015" cy="4423237"/>
                <wp:effectExtent l="0" t="0" r="0" b="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3015" cy="4423237"/>
                          <a:chOff x="0" y="0"/>
                          <a:chExt cx="4983015" cy="4423237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0"/>
                            <a:ext cx="4983015" cy="4423237"/>
                            <a:chOff x="0" y="0"/>
                            <a:chExt cx="4983015" cy="4423237"/>
                          </a:xfrm>
                        </wpg:grpSpPr>
                        <wpg:grpSp>
                          <wpg:cNvPr id="195" name="Gruppieren 195"/>
                          <wpg:cNvGrpSpPr/>
                          <wpg:grpSpPr>
                            <a:xfrm>
                              <a:off x="0" y="0"/>
                              <a:ext cx="4983015" cy="4423237"/>
                              <a:chOff x="80607" y="90094"/>
                              <a:chExt cx="3410788" cy="3027756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Grafik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4985" t="12799" r="9026" b="1864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4300" y="114300"/>
                                <a:ext cx="3168650" cy="300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194" name="Gruppieren 194"/>
                            <wpg:cNvGrpSpPr/>
                            <wpg:grpSpPr>
                              <a:xfrm>
                                <a:off x="80607" y="90094"/>
                                <a:ext cx="3410788" cy="2745652"/>
                                <a:chOff x="80607" y="90094"/>
                                <a:chExt cx="3410788" cy="2745652"/>
                              </a:xfrm>
                            </wpg:grpSpPr>
                            <wps:wsp>
                              <wps:cNvPr id="1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607" y="1555735"/>
                                  <a:ext cx="502285" cy="373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2C36" w:rsidRPr="00F22C36" w:rsidRDefault="00F22C36" w:rsidP="00F22C3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22C36">
                                      <w:rPr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3489" y="90094"/>
                                  <a:ext cx="49530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2C36" w:rsidRPr="00F22C36" w:rsidRDefault="00F22C36" w:rsidP="00F22C3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22C36">
                                      <w:rPr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45664" y="101607"/>
                                  <a:ext cx="436376" cy="422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2C36" w:rsidRPr="00F22C36" w:rsidRDefault="00F22C36" w:rsidP="00F22C3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22C36">
                                      <w:rPr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88870" y="1097044"/>
                                  <a:ext cx="380365" cy="393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2C36" w:rsidRPr="00F22C36" w:rsidRDefault="00F22C36" w:rsidP="00F22C3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22C36">
                                      <w:rPr>
                                        <w:sz w:val="32"/>
                                        <w:szCs w:val="3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79585" y="2377276"/>
                                  <a:ext cx="511810" cy="458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2C36" w:rsidRPr="00F22C36" w:rsidRDefault="00F22C36" w:rsidP="00F22C3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22C36">
                                      <w:rPr>
                                        <w:sz w:val="32"/>
                                        <w:szCs w:val="32"/>
                                      </w:rPr>
                                      <w:t>C‘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8560" y="1546692"/>
                                  <a:ext cx="474345" cy="4203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2C36" w:rsidRPr="00F22C36" w:rsidRDefault="00F22C36" w:rsidP="00F22C3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22C36">
                                      <w:rPr>
                                        <w:sz w:val="32"/>
                                        <w:szCs w:val="32"/>
                                      </w:rPr>
                                      <w:t>B‘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" name="Freihandform 3"/>
                          <wps:cNvSpPr/>
                          <wps:spPr>
                            <a:xfrm>
                              <a:off x="357188" y="257175"/>
                              <a:ext cx="1647825" cy="2209801"/>
                            </a:xfrm>
                            <a:custGeom>
                              <a:avLst/>
                              <a:gdLst>
                                <a:gd name="connsiteX0" fmla="*/ 0 w 1657350"/>
                                <a:gd name="connsiteY0" fmla="*/ 2214563 h 2214563"/>
                                <a:gd name="connsiteX1" fmla="*/ 552450 w 1657350"/>
                                <a:gd name="connsiteY1" fmla="*/ 0 h 2214563"/>
                                <a:gd name="connsiteX2" fmla="*/ 1657350 w 1657350"/>
                                <a:gd name="connsiteY2" fmla="*/ 1652588 h 2214563"/>
                                <a:gd name="connsiteX3" fmla="*/ 0 w 1657350"/>
                                <a:gd name="connsiteY3" fmla="*/ 2214563 h 2214563"/>
                                <a:gd name="connsiteX0" fmla="*/ 0 w 1590675"/>
                                <a:gd name="connsiteY0" fmla="*/ 2100247 h 2100247"/>
                                <a:gd name="connsiteX1" fmla="*/ 485775 w 1590675"/>
                                <a:gd name="connsiteY1" fmla="*/ 0 h 2100247"/>
                                <a:gd name="connsiteX2" fmla="*/ 1590675 w 1590675"/>
                                <a:gd name="connsiteY2" fmla="*/ 1652588 h 2100247"/>
                                <a:gd name="connsiteX3" fmla="*/ 0 w 1590675"/>
                                <a:gd name="connsiteY3" fmla="*/ 2100247 h 2100247"/>
                                <a:gd name="connsiteX0" fmla="*/ 0 w 1647825"/>
                                <a:gd name="connsiteY0" fmla="*/ 2209801 h 2209801"/>
                                <a:gd name="connsiteX1" fmla="*/ 542925 w 1647825"/>
                                <a:gd name="connsiteY1" fmla="*/ 0 h 2209801"/>
                                <a:gd name="connsiteX2" fmla="*/ 1647825 w 1647825"/>
                                <a:gd name="connsiteY2" fmla="*/ 1652588 h 2209801"/>
                                <a:gd name="connsiteX3" fmla="*/ 0 w 1647825"/>
                                <a:gd name="connsiteY3" fmla="*/ 2209801 h 2209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47825" h="2209801">
                                  <a:moveTo>
                                    <a:pt x="0" y="2209801"/>
                                  </a:moveTo>
                                  <a:lnTo>
                                    <a:pt x="542925" y="0"/>
                                  </a:lnTo>
                                  <a:lnTo>
                                    <a:pt x="1647825" y="1652588"/>
                                  </a:lnTo>
                                  <a:lnTo>
                                    <a:pt x="0" y="220980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Gerader Verbinder 5"/>
                        <wps:cNvCnPr/>
                        <wps:spPr>
                          <a:xfrm flipV="1">
                            <a:off x="347133" y="257882"/>
                            <a:ext cx="3866828" cy="386115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" o:spid="_x0000_s1026" style="position:absolute;left:0;text-align:left;margin-left:259.95pt;margin-top:12.6pt;width:392.35pt;height:348.3pt;z-index:251661312" coordsize="49830,44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">
                <v:group id="Gruppieren 4" o:spid="_x0000_s1027" style="position:absolute;width:49830;height:44232" coordsize="49830,4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uppieren 195" o:spid="_x0000_s1028" style="position:absolute;width:49830;height:44232" coordorigin="806,900" coordsize="34107,30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1" o:spid="_x0000_s1029" type="#_x0000_t75" style="position:absolute;left:1143;top:1143;width:31686;height:30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">
                      <v:imagedata r:id="rId6" o:title="" croptop="8388f" cropbottom="12217f" cropleft="22928f" cropright="5915f"/>
                      <v:path arrowok="t"/>
                    </v:shape>
                    <v:group id="Gruppieren 194" o:spid="_x0000_s1030" style="position:absolute;left:806;top:900;width:34107;height:27457" coordorigin="806,900" coordsize="34107,27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2" o:spid="_x0000_s1031" type="#_x0000_t202" style="position:absolute;left:806;top:15557;width:5022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F22C36" w:rsidRPr="00F22C36" w:rsidRDefault="00F22C36" w:rsidP="00F22C3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F22C36">
                                <w:rPr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feld 2" o:spid="_x0000_s1032" type="#_x0000_t202" style="position:absolute;left:4434;top:900;width:4953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F22C36" w:rsidRPr="00F22C36" w:rsidRDefault="00F22C36" w:rsidP="00F22C3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F22C36">
                                <w:rPr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feld 2" o:spid="_x0000_s1033" type="#_x0000_t202" style="position:absolute;left:26456;top:1016;width:4364;height:4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F22C36" w:rsidRPr="00F22C36" w:rsidRDefault="00F22C36" w:rsidP="00F22C3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F22C36">
                                <w:rPr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v:shape id="Textfeld 2" o:spid="_x0000_s1034" type="#_x0000_t202" style="position:absolute;left:13888;top:10970;width:3804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F22C36" w:rsidRPr="00F22C36" w:rsidRDefault="00F22C36" w:rsidP="00F22C3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F22C36">
                                <w:rPr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feld 2" o:spid="_x0000_s1035" type="#_x0000_t202" style="position:absolute;left:29795;top:23772;width:5118;height:4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F22C36" w:rsidRPr="00F22C36" w:rsidRDefault="00F22C36" w:rsidP="00F22C3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F22C36">
                                <w:rPr>
                                  <w:sz w:val="32"/>
                                  <w:szCs w:val="32"/>
                                </w:rPr>
                                <w:t>C‘</w:t>
                              </w:r>
                            </w:p>
                          </w:txbxContent>
                        </v:textbox>
                      </v:shape>
                      <v:shape id="Textfeld 2" o:spid="_x0000_s1036" type="#_x0000_t202" style="position:absolute;left:17185;top:15466;width:4744;height:4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F22C36" w:rsidRPr="00F22C36" w:rsidRDefault="00F22C36" w:rsidP="00F22C3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F22C36">
                                <w:rPr>
                                  <w:sz w:val="32"/>
                                  <w:szCs w:val="32"/>
                                </w:rPr>
                                <w:t>B‘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Freihandform 3" o:spid="_x0000_s1037" style="position:absolute;left:3571;top:2571;width:16479;height:22098;visibility:visible;mso-wrap-style:square;v-text-anchor:middle" coordsize="1647825,2209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" path="m,2209801l542925,,1647825,1652588,,2209801xe" filled="f" strokecolor="red" strokeweight="3pt">
                    <v:path arrowok="t" o:connecttype="custom" o:connectlocs="0,2209801;542925,0;1647825,1652588;0,2209801" o:connectangles="0,0,0,0"/>
                  </v:shape>
                </v:group>
                <v:line id="Gerader Verbinder 5" o:spid="_x0000_s1038" style="position:absolute;flip:y;visibility:visible;mso-wrap-style:square" from="3471,2578" to="42139,41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" strokecolor="#00b0f0" strokeweight="2.25pt"/>
              </v:group>
            </w:pict>
          </mc:Fallback>
        </mc:AlternateContent>
      </w:r>
      <w:r w:rsidRPr="00F22C36">
        <w:rPr>
          <w:sz w:val="32"/>
          <w:szCs w:val="32"/>
        </w:rPr>
        <w:t>a)</w:t>
      </w:r>
      <w:r w:rsidRPr="00F22C36">
        <w:rPr>
          <w:sz w:val="32"/>
          <w:szCs w:val="32"/>
        </w:rPr>
        <w:tab/>
        <w:t>Vervollständige die Spiegelung.</w:t>
      </w:r>
    </w:p>
    <w:p w:rsidR="00F22C36" w:rsidRPr="00F22C36" w:rsidRDefault="00F22C36" w:rsidP="00F22C36">
      <w:pPr>
        <w:spacing w:line="360" w:lineRule="auto"/>
        <w:jc w:val="center"/>
        <w:rPr>
          <w:rFonts w:eastAsia="Calibri"/>
          <w:sz w:val="32"/>
          <w:szCs w:val="32"/>
        </w:rPr>
      </w:pPr>
    </w:p>
    <w:p w:rsidR="003B450E" w:rsidRPr="00F22C36" w:rsidRDefault="003B450E" w:rsidP="00F22C36">
      <w:pPr>
        <w:spacing w:after="0"/>
      </w:pPr>
    </w:p>
    <w:sectPr w:rsidR="003B450E" w:rsidRPr="00F22C36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B450E"/>
    <w:rsid w:val="004B595C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DB4EA6"/>
    <w:rsid w:val="00E67B7D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4FCF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7CF77-2560-4AEC-B6B8-30BE9504A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3</cp:revision>
  <dcterms:created xsi:type="dcterms:W3CDTF">2022-04-08T10:43:00Z</dcterms:created>
  <dcterms:modified xsi:type="dcterms:W3CDTF">2022-04-11T11:50:00Z</dcterms:modified>
</cp:coreProperties>
</file>